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A44C2">
        <w:rPr>
          <w:rFonts w:cstheme="minorHAnsi"/>
          <w:noProof/>
        </w:rPr>
        <w:t>jeudi 22 mai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489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9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BA0D5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l’</w:t>
                          </w:r>
                          <w:r w:rsidR="00AE413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Ile aux Doudous</w:t>
                          </w:r>
                        </w:p>
                        <w:p w:rsidR="00256C33" w:rsidRDefault="0046230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7</w:t>
                          </w:r>
                          <w:r w:rsidR="00B8033B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rue Amélie de la Robrie</w:t>
                          </w:r>
                        </w:p>
                        <w:p w:rsidR="00256C33" w:rsidRDefault="00AE41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44310 SAINT-COLOMBAN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E4135" w:rsidRPr="009C111E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ma-ileauxdoudous</w:t>
                            </w:r>
                            <w:r w:rsidR="00AE4135" w:rsidRPr="009C111E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AE41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52 60 06 46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AE4135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844 790 150 01914</w:t>
                          </w:r>
                        </w:p>
                        <w:p w:rsidR="00256C33" w:rsidRPr="00BD52B4" w:rsidRDefault="00914A3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l’Ile aux Doudous est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2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" stroked="f">
              <v:textbox>
                <w:txbxContent>
                  <w:p w:rsidR="00256C33" w:rsidRPr="00642DA0" w:rsidRDefault="00BA0D5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l’</w:t>
                    </w:r>
                    <w:r w:rsidR="00AE413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Ile aux Doudous</w:t>
                    </w:r>
                  </w:p>
                  <w:p w:rsidR="00256C33" w:rsidRDefault="0046230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7</w:t>
                    </w:r>
                    <w:r w:rsidR="00B8033B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rue Amélie de la Robrie</w:t>
                    </w:r>
                  </w:p>
                  <w:p w:rsidR="00256C33" w:rsidRDefault="00AE41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44310 SAINT-COLOMBAN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E4135" w:rsidRPr="009C111E">
                        <w:rPr>
                          <w:rStyle w:val="Lienhypertexte"/>
                          <w:sz w:val="16"/>
                          <w:szCs w:val="16"/>
                        </w:rPr>
                        <w:t>ma-ileauxdoudous</w:t>
                      </w:r>
                      <w:r w:rsidR="00AE4135" w:rsidRPr="009C111E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AE41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52 60 06 46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AE4135">
                      <w:rPr>
                        <w:color w:val="878786"/>
                        <w:sz w:val="12"/>
                        <w:szCs w:val="12"/>
                      </w:rPr>
                      <w:t>844 790 150 01914</w:t>
                    </w:r>
                  </w:p>
                  <w:p w:rsidR="00256C33" w:rsidRPr="00BD52B4" w:rsidRDefault="00914A3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l’Ile aux Doudous est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62306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A6857"/>
    <w:rsid w:val="007F2455"/>
    <w:rsid w:val="00817885"/>
    <w:rsid w:val="00825D8D"/>
    <w:rsid w:val="0084285C"/>
    <w:rsid w:val="00864099"/>
    <w:rsid w:val="00897D41"/>
    <w:rsid w:val="008D46A9"/>
    <w:rsid w:val="00914A34"/>
    <w:rsid w:val="00916C57"/>
    <w:rsid w:val="009410E1"/>
    <w:rsid w:val="0094735E"/>
    <w:rsid w:val="00974569"/>
    <w:rsid w:val="00982C39"/>
    <w:rsid w:val="00985DF7"/>
    <w:rsid w:val="009A44C2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135"/>
    <w:rsid w:val="00AE6890"/>
    <w:rsid w:val="00AF2789"/>
    <w:rsid w:val="00B026D9"/>
    <w:rsid w:val="00B25FE6"/>
    <w:rsid w:val="00B2788E"/>
    <w:rsid w:val="00B41289"/>
    <w:rsid w:val="00B606B9"/>
    <w:rsid w:val="00B72C75"/>
    <w:rsid w:val="00B8033B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8D89B4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ileauxdoudous-pdl@vyv3.fr" TargetMode="External"/><Relationship Id="rId1" Type="http://schemas.openxmlformats.org/officeDocument/2006/relationships/hyperlink" Target="mailto:ma-ileauxdoudou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b7fc1b99-8ebe-4374-9cc1-f5204f90310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14d88cad-2694-4fc8-ba0f-2537f7b00320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44133-A635-46A7-9C3C-5A435DCE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2025-05-22T11:57:00Z</dcterms:created>
  <dcterms:modified xsi:type="dcterms:W3CDTF">2025-05-22T12:01:00Z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